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C0A6AAC" w:rsidR="0033636C" w:rsidRPr="003208E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208E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054ED">
            <w:rPr>
              <w:rFonts w:ascii="Times New Roman" w:hAnsi="Times New Roman"/>
              <w:sz w:val="28"/>
              <w:szCs w:val="28"/>
            </w:rPr>
            <w:t>22 декабря 2025 года</w:t>
          </w:r>
        </w:sdtContent>
      </w:sdt>
      <w:r w:rsidRPr="003208E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054ED" w:rsidRPr="006054ED">
            <w:rPr>
              <w:rFonts w:ascii="Times New Roman" w:hAnsi="Times New Roman"/>
              <w:sz w:val="28"/>
              <w:szCs w:val="28"/>
            </w:rPr>
            <w:t>942</w:t>
          </w:r>
        </w:sdtContent>
      </w:sdt>
      <w:bookmarkEnd w:id="0"/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05782BB7" w:rsidR="0033636C" w:rsidRPr="003F2AE9" w:rsidRDefault="00093B08" w:rsidP="003208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AE9">
        <w:rPr>
          <w:rFonts w:ascii="Times New Roman" w:hAnsi="Times New Roman"/>
          <w:b/>
          <w:sz w:val="28"/>
          <w:szCs w:val="28"/>
        </w:rPr>
        <w:t xml:space="preserve">Об утверждении норм, выраженных в натуральных показателях, </w:t>
      </w:r>
      <w:r w:rsidR="003208E0">
        <w:rPr>
          <w:rFonts w:ascii="Times New Roman" w:hAnsi="Times New Roman"/>
          <w:b/>
          <w:sz w:val="28"/>
          <w:szCs w:val="28"/>
        </w:rPr>
        <w:br/>
      </w:r>
      <w:r w:rsidRPr="003F2AE9">
        <w:rPr>
          <w:rFonts w:ascii="Times New Roman" w:hAnsi="Times New Roman"/>
          <w:b/>
          <w:sz w:val="28"/>
          <w:szCs w:val="28"/>
        </w:rPr>
        <w:t>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</w:t>
      </w:r>
    </w:p>
    <w:p w14:paraId="0DCF5581" w14:textId="77777777" w:rsidR="00185FEC" w:rsidRDefault="00185FEC" w:rsidP="003208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0225E0" w14:textId="48BD8E55" w:rsidR="003F2AE9" w:rsidRPr="001E73DA" w:rsidRDefault="003F2AE9" w:rsidP="003208E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285ED3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ешением Собрания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>Ногликский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муниципальный округ Сахалинской области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04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>.12.202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110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бюджете муниципального образования Ногликский муниципальный округ Сахалинской области на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E50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73DA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«Городской округ Ногликский» о</w:t>
      </w:r>
      <w:r>
        <w:rPr>
          <w:rFonts w:ascii="Times New Roman" w:hAnsi="Times New Roman"/>
          <w:sz w:val="28"/>
          <w:szCs w:val="28"/>
        </w:rPr>
        <w:t xml:space="preserve">т 04.04.2018 </w:t>
      </w:r>
      <w:r w:rsidRPr="001E73D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340 </w:t>
      </w:r>
      <w:r w:rsidRPr="001E73DA">
        <w:rPr>
          <w:rFonts w:ascii="Times New Roman" w:hAnsi="Times New Roman"/>
          <w:sz w:val="28"/>
          <w:szCs w:val="28"/>
        </w:rPr>
        <w:t xml:space="preserve">«Об утверждении Порядка определения нормативных затрат на выполнение муниципальных работ </w:t>
      </w:r>
      <w:r w:rsidR="003208E0">
        <w:rPr>
          <w:rFonts w:ascii="Times New Roman" w:hAnsi="Times New Roman"/>
          <w:sz w:val="28"/>
          <w:szCs w:val="28"/>
        </w:rPr>
        <w:br/>
      </w:r>
      <w:r w:rsidRPr="001E73DA">
        <w:rPr>
          <w:rFonts w:ascii="Times New Roman" w:hAnsi="Times New Roman"/>
          <w:sz w:val="28"/>
          <w:szCs w:val="28"/>
        </w:rPr>
        <w:t>в сфере средств массовой информации, применяемых при расчете объема финансового обеспечения выполнения муниципального задания», руководствуясь ст.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1E73DA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6D73BBD8" w14:textId="77777777" w:rsidR="003F2AE9" w:rsidRPr="001E73DA" w:rsidRDefault="003F2AE9" w:rsidP="003208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1. Утвердить значения норм, выраженные в натуральных показателях, необходимые при расчете нормативных затрат муниципальных учреждений, выполняющих муниципальные работы в сфер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средств массовой информации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1).</w:t>
      </w:r>
    </w:p>
    <w:p w14:paraId="0BFA3387" w14:textId="77777777" w:rsidR="003F2AE9" w:rsidRPr="001E73DA" w:rsidRDefault="003F2AE9" w:rsidP="003208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2. Утвердить значения базовых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2026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8976C3B" w14:textId="77777777" w:rsidR="003F2AE9" w:rsidRPr="001E73DA" w:rsidRDefault="003F2AE9" w:rsidP="003208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3. Утвердить результаты расчета объемов нормативных затрат муниципальных учреждений, выполняющих муниципальные работы в сфере средств мас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совой информации, на 2026 год (п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риложение 3).</w:t>
      </w:r>
    </w:p>
    <w:p w14:paraId="041FD107" w14:textId="20D37CC5" w:rsidR="003F2AE9" w:rsidRPr="001E73DA" w:rsidRDefault="003F2AE9" w:rsidP="003208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4. Признать утратившим силу пункт 1 постановления администрации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образования «Город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округ Ногликский» от 19</w:t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t>.12.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821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норм, выраженных в натуральных показателях, </w:t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информации».</w:t>
      </w:r>
    </w:p>
    <w:p w14:paraId="53A2B8DB" w14:textId="3A00F0AB" w:rsidR="003F2AE9" w:rsidRPr="001E73DA" w:rsidRDefault="003F2AE9" w:rsidP="003208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5. Действие пунктов 1 и 4 настоящего постановления вступает в силу </w:t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с 01</w:t>
      </w:r>
      <w:r w:rsidR="00BC196F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249A960F" w14:textId="77777777" w:rsidR="003F2AE9" w:rsidRPr="001E73DA" w:rsidRDefault="003F2AE9" w:rsidP="003208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6. Разместить настоящее постановление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597B7186" w14:textId="47425A2E" w:rsidR="003F2AE9" w:rsidRDefault="003F2AE9" w:rsidP="003208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Контроль за исполнением настоящего постановления возложить </w:t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управляющего делами администрации муниципального образования Ногликский муниципальный округ Сахалинской области Авдеева И.</w:t>
      </w:r>
      <w:r w:rsidR="00CE04A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BF04BB" w14:textId="77777777" w:rsidR="003F2AE9" w:rsidRPr="001E73DA" w:rsidRDefault="003F2AE9" w:rsidP="00CE04A4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257F16" w14:textId="77777777" w:rsidR="003F2AE9" w:rsidRPr="001E73DA" w:rsidRDefault="003F2AE9" w:rsidP="00CE04A4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8919ED" w14:textId="77777777" w:rsidR="003F2AE9" w:rsidRPr="001E73DA" w:rsidRDefault="003F2AE9" w:rsidP="00CE04A4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E2EB38" w14:textId="77777777" w:rsidR="003208E0" w:rsidRDefault="003208E0" w:rsidP="0032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 обязанности мэра</w:t>
      </w:r>
    </w:p>
    <w:p w14:paraId="59B47602" w14:textId="544D995D" w:rsidR="003F2AE9" w:rsidRPr="001E73DA" w:rsidRDefault="003208E0" w:rsidP="0032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7B200D8E" w14:textId="0F5E7463" w:rsidR="003F2AE9" w:rsidRDefault="003F2AE9" w:rsidP="0032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</w:t>
      </w:r>
    </w:p>
    <w:p w14:paraId="17B4F0D5" w14:textId="50E14204" w:rsidR="003F2AE9" w:rsidRPr="001E73DA" w:rsidRDefault="003F2AE9" w:rsidP="0032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Сахалинской области           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3208E0">
        <w:rPr>
          <w:rFonts w:ascii="Times New Roman" w:eastAsia="Times New Roman" w:hAnsi="Times New Roman"/>
          <w:sz w:val="28"/>
          <w:szCs w:val="28"/>
          <w:lang w:eastAsia="ru-RU"/>
        </w:rPr>
        <w:t xml:space="preserve">Я.С. </w:t>
      </w:r>
      <w:proofErr w:type="spellStart"/>
      <w:r w:rsidR="003208E0">
        <w:rPr>
          <w:rFonts w:ascii="Times New Roman" w:eastAsia="Times New Roman" w:hAnsi="Times New Roman"/>
          <w:sz w:val="28"/>
          <w:szCs w:val="28"/>
          <w:lang w:eastAsia="ru-RU"/>
        </w:rPr>
        <w:t>Русанов</w:t>
      </w:r>
      <w:proofErr w:type="spellEnd"/>
    </w:p>
    <w:sectPr w:rsidR="003F2AE9" w:rsidRPr="001E73DA" w:rsidSect="00AF0981">
      <w:headerReference w:type="default" r:id="rId7"/>
      <w:footerReference w:type="default" r:id="rId8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0CFE2" w14:textId="77777777" w:rsidR="00A514D3" w:rsidRDefault="00A514D3" w:rsidP="0033636C">
      <w:pPr>
        <w:spacing w:after="0" w:line="240" w:lineRule="auto"/>
      </w:pPr>
      <w:r>
        <w:separator/>
      </w:r>
    </w:p>
  </w:endnote>
  <w:endnote w:type="continuationSeparator" w:id="0">
    <w:p w14:paraId="2E641FD6" w14:textId="77777777" w:rsidR="00A514D3" w:rsidRDefault="00A514D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50985CAC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9CEA6" w14:textId="77777777" w:rsidR="00A514D3" w:rsidRDefault="00A514D3" w:rsidP="0033636C">
      <w:pPr>
        <w:spacing w:after="0" w:line="240" w:lineRule="auto"/>
      </w:pPr>
      <w:r>
        <w:separator/>
      </w:r>
    </w:p>
  </w:footnote>
  <w:footnote w:type="continuationSeparator" w:id="0">
    <w:p w14:paraId="77C6D779" w14:textId="77777777" w:rsidR="00A514D3" w:rsidRDefault="00A514D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9933845"/>
      <w:docPartObj>
        <w:docPartGallery w:val="Page Numbers (Top of Page)"/>
        <w:docPartUnique/>
      </w:docPartObj>
    </w:sdtPr>
    <w:sdtEndPr/>
    <w:sdtContent>
      <w:p w14:paraId="292E435F" w14:textId="7D939FAA" w:rsidR="003208E0" w:rsidRDefault="003208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4ED">
          <w:rPr>
            <w:noProof/>
          </w:rPr>
          <w:t>2</w:t>
        </w:r>
        <w:r>
          <w:fldChar w:fldCharType="end"/>
        </w:r>
      </w:p>
    </w:sdtContent>
  </w:sdt>
  <w:p w14:paraId="1906CE12" w14:textId="77777777" w:rsidR="003208E0" w:rsidRDefault="003208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85ED3"/>
    <w:rsid w:val="002B5CAC"/>
    <w:rsid w:val="003208E0"/>
    <w:rsid w:val="0033636C"/>
    <w:rsid w:val="003E4257"/>
    <w:rsid w:val="003F2AE9"/>
    <w:rsid w:val="00520CBF"/>
    <w:rsid w:val="006054ED"/>
    <w:rsid w:val="008629FA"/>
    <w:rsid w:val="009851E6"/>
    <w:rsid w:val="00987DB5"/>
    <w:rsid w:val="00A30AF1"/>
    <w:rsid w:val="00A514D3"/>
    <w:rsid w:val="00AC72C8"/>
    <w:rsid w:val="00AF0981"/>
    <w:rsid w:val="00B10ED9"/>
    <w:rsid w:val="00B25688"/>
    <w:rsid w:val="00BC196F"/>
    <w:rsid w:val="00C02849"/>
    <w:rsid w:val="00CE04A4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F2A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985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51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51E93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38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2025-12-22T06:20:00Z</cp:lastPrinted>
  <dcterms:created xsi:type="dcterms:W3CDTF">2020-04-07T04:52:00Z</dcterms:created>
  <dcterms:modified xsi:type="dcterms:W3CDTF">2025-12-22T07:18:00Z</dcterms:modified>
</cp:coreProperties>
</file>